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3"/>
        <w:tblW w:w="0" w:type="auto"/>
        <w:tblLook w:val="0000"/>
      </w:tblPr>
      <w:tblGrid>
        <w:gridCol w:w="9781"/>
      </w:tblGrid>
      <w:tr w:rsidR="008B787F">
        <w:trPr>
          <w:trHeight w:val="3657"/>
        </w:trPr>
        <w:tc>
          <w:tcPr>
            <w:tcW w:w="9781" w:type="dxa"/>
          </w:tcPr>
          <w:p w:rsidR="008B787F" w:rsidRDefault="008B787F" w:rsidP="00CF3E09">
            <w:pPr>
              <w:tabs>
                <w:tab w:val="left" w:pos="3960"/>
                <w:tab w:val="left" w:pos="4140"/>
                <w:tab w:val="left" w:pos="4320"/>
                <w:tab w:val="left" w:pos="4500"/>
                <w:tab w:val="left" w:pos="5400"/>
                <w:tab w:val="left" w:pos="8460"/>
                <w:tab w:val="left" w:pos="8640"/>
              </w:tabs>
              <w:jc w:val="center"/>
            </w:pPr>
            <w:r w:rsidRPr="00E478A2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59.25pt">
                  <v:imagedata r:id="rId5" o:title=""/>
                </v:shape>
              </w:pict>
            </w:r>
          </w:p>
          <w:p w:rsidR="008B787F" w:rsidRPr="00600EE6" w:rsidRDefault="008B787F" w:rsidP="00CF3E09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8B787F" w:rsidRPr="004677A6" w:rsidRDefault="008B787F" w:rsidP="00CF3E09">
            <w:pPr>
              <w:jc w:val="center"/>
              <w:rPr>
                <w:b/>
                <w:bCs/>
                <w:sz w:val="28"/>
                <w:szCs w:val="28"/>
              </w:rPr>
            </w:pPr>
            <w:r w:rsidRPr="004677A6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8B787F" w:rsidRPr="004677A6" w:rsidRDefault="008B787F" w:rsidP="00CF3E09">
            <w:pPr>
              <w:tabs>
                <w:tab w:val="left" w:pos="28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677A6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8B787F" w:rsidRPr="004C206A" w:rsidRDefault="008B787F" w:rsidP="00CF3E09">
            <w:pPr>
              <w:pStyle w:val="Heading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jc w:val="center"/>
              <w:rPr>
                <w:rFonts w:ascii="Times New Roman" w:hAnsi="Times New Roman" w:cs="Times New Roman"/>
                <w:i w:val="0"/>
                <w:iCs w:val="0"/>
                <w:sz w:val="32"/>
                <w:szCs w:val="32"/>
              </w:rPr>
            </w:pPr>
            <w:r w:rsidRPr="004C206A">
              <w:rPr>
                <w:rFonts w:ascii="Times New Roman" w:hAnsi="Times New Roman" w:cs="Times New Roman"/>
                <w:i w:val="0"/>
                <w:iCs w:val="0"/>
                <w:sz w:val="32"/>
                <w:szCs w:val="32"/>
              </w:rPr>
              <w:t>ПОСТАНОВЛЕНИЕ</w:t>
            </w:r>
          </w:p>
          <w:p w:rsidR="008B787F" w:rsidRPr="00F45753" w:rsidRDefault="008B787F" w:rsidP="00CF3E09">
            <w:pPr>
              <w:jc w:val="center"/>
            </w:pPr>
          </w:p>
          <w:p w:rsidR="008B787F" w:rsidRPr="003B178B" w:rsidRDefault="008B787F" w:rsidP="00CF3E09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</w:pPr>
            <w:r w:rsidRPr="003B178B">
              <w:t xml:space="preserve">от </w:t>
            </w:r>
            <w:r>
              <w:rPr>
                <w:i/>
                <w:iCs/>
                <w:u w:val="single"/>
              </w:rPr>
              <w:t>__28.04.2015__</w:t>
            </w:r>
            <w:r w:rsidRPr="003B178B">
              <w:t xml:space="preserve">                                                           </w:t>
            </w:r>
            <w:r>
              <w:t xml:space="preserve">       </w:t>
            </w:r>
            <w:r w:rsidRPr="003B178B">
              <w:t xml:space="preserve">   № </w:t>
            </w:r>
            <w:r>
              <w:rPr>
                <w:i/>
                <w:iCs/>
                <w:u w:val="single"/>
              </w:rPr>
              <w:t>___199____</w:t>
            </w:r>
          </w:p>
          <w:p w:rsidR="008B787F" w:rsidRPr="004C206A" w:rsidRDefault="008B787F" w:rsidP="00CF3E09">
            <w:pPr>
              <w:jc w:val="center"/>
              <w:rPr>
                <w:b/>
                <w:bCs/>
                <w:sz w:val="28"/>
                <w:szCs w:val="28"/>
              </w:rPr>
            </w:pPr>
            <w:r w:rsidRPr="001E5DE9">
              <w:t>ст-ца Запорожская</w:t>
            </w:r>
          </w:p>
        </w:tc>
      </w:tr>
    </w:tbl>
    <w:p w:rsidR="008B787F" w:rsidRDefault="008B787F" w:rsidP="00CF3E09">
      <w:pPr>
        <w:rPr>
          <w:b/>
          <w:bCs/>
          <w:sz w:val="28"/>
          <w:szCs w:val="28"/>
        </w:rPr>
      </w:pPr>
    </w:p>
    <w:p w:rsidR="008B787F" w:rsidRDefault="008B787F" w:rsidP="004C206A">
      <w:pPr>
        <w:rPr>
          <w:sz w:val="28"/>
          <w:szCs w:val="28"/>
        </w:rPr>
      </w:pPr>
    </w:p>
    <w:p w:rsidR="008B787F" w:rsidRDefault="008B787F" w:rsidP="001554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Об утверждении муниципальной программы  «О подготовке</w:t>
      </w:r>
      <w:r w:rsidRPr="003C6DB3">
        <w:rPr>
          <w:b/>
          <w:bCs/>
          <w:sz w:val="28"/>
          <w:szCs w:val="28"/>
        </w:rPr>
        <w:t xml:space="preserve">  градостроительной и землеустроительной документации</w:t>
      </w:r>
    </w:p>
    <w:p w:rsidR="008B787F" w:rsidRDefault="008B787F" w:rsidP="001554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территории Запорожского </w:t>
      </w:r>
      <w:r w:rsidRPr="003C6DB3">
        <w:rPr>
          <w:b/>
          <w:bCs/>
          <w:sz w:val="28"/>
          <w:szCs w:val="28"/>
        </w:rPr>
        <w:t xml:space="preserve"> сельского поселения</w:t>
      </w:r>
    </w:p>
    <w:p w:rsidR="008B787F" w:rsidRPr="00EA1EB4" w:rsidRDefault="008B787F" w:rsidP="001554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Темрюкского района» на </w:t>
      </w:r>
      <w:r w:rsidRPr="003D703D">
        <w:rPr>
          <w:b/>
          <w:bCs/>
          <w:sz w:val="28"/>
          <w:szCs w:val="28"/>
        </w:rPr>
        <w:t>2015 год</w:t>
      </w:r>
    </w:p>
    <w:p w:rsidR="008B787F" w:rsidRDefault="008B787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787F" w:rsidRDefault="008B78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87F" w:rsidRDefault="008B787F" w:rsidP="009533B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179 Бюджетного кодекса Российской Федерации, с  Федеральным законом от 6 октября 2003 года № 131-ФЗ                   «Об общих принципах организации местного самоуправления в Российской Федерации»,  и устава Запорожского сельского поселения Темрюкского района, п о с т а н о в л я ю:</w:t>
      </w:r>
    </w:p>
    <w:p w:rsidR="008B787F" w:rsidRDefault="008B787F" w:rsidP="008711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Утвердить муниципальную программу </w:t>
      </w:r>
      <w:r w:rsidRPr="003C6DB3">
        <w:rPr>
          <w:b/>
          <w:bCs/>
          <w:sz w:val="28"/>
          <w:szCs w:val="28"/>
        </w:rPr>
        <w:t>«</w:t>
      </w:r>
      <w:r w:rsidRPr="008711D3">
        <w:rPr>
          <w:sz w:val="28"/>
          <w:szCs w:val="28"/>
        </w:rPr>
        <w:t>О подготовке  градостроительной и землеустроительной документации</w:t>
      </w:r>
      <w:r>
        <w:rPr>
          <w:sz w:val="28"/>
          <w:szCs w:val="28"/>
        </w:rPr>
        <w:t xml:space="preserve"> </w:t>
      </w:r>
      <w:r w:rsidRPr="008711D3">
        <w:rPr>
          <w:sz w:val="28"/>
          <w:szCs w:val="28"/>
        </w:rPr>
        <w:t>на терр</w:t>
      </w:r>
      <w:r>
        <w:rPr>
          <w:sz w:val="28"/>
          <w:szCs w:val="28"/>
        </w:rPr>
        <w:t xml:space="preserve">итории Запорожского сельского </w:t>
      </w:r>
      <w:r w:rsidRPr="008711D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8711D3">
        <w:rPr>
          <w:sz w:val="28"/>
          <w:szCs w:val="28"/>
        </w:rPr>
        <w:t xml:space="preserve">Темрюкского района» на </w:t>
      </w:r>
      <w:r w:rsidRPr="003D703D">
        <w:rPr>
          <w:sz w:val="28"/>
          <w:szCs w:val="28"/>
        </w:rPr>
        <w:t xml:space="preserve">2015 год  </w:t>
      </w:r>
      <w:r>
        <w:rPr>
          <w:sz w:val="28"/>
          <w:szCs w:val="28"/>
        </w:rPr>
        <w:t>(приложение).</w:t>
      </w:r>
    </w:p>
    <w:p w:rsidR="008B787F" w:rsidRDefault="008B787F">
      <w:pPr>
        <w:tabs>
          <w:tab w:val="left" w:pos="851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выполнением настоящего постановления возложить на начальника отдела по вопросам архитектуры, градостроительства  и земельных отношений администрации Запорожского сельского поселения Темрюкского района А.В.Вовк. </w:t>
      </w:r>
    </w:p>
    <w:p w:rsidR="008B787F" w:rsidRDefault="008B787F" w:rsidP="008711D3">
      <w:pPr>
        <w:tabs>
          <w:tab w:val="left" w:pos="851"/>
          <w:tab w:val="left" w:pos="900"/>
        </w:tabs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Постановление вступает в силу со дня подписания. </w:t>
      </w:r>
    </w:p>
    <w:p w:rsidR="008B787F" w:rsidRDefault="008B787F">
      <w:pPr>
        <w:pStyle w:val="ConsPlusNormal"/>
        <w:widowControl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787F" w:rsidRDefault="008B78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B787F" w:rsidRDefault="008B787F" w:rsidP="00CF30B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8B787F" w:rsidRDefault="008B787F" w:rsidP="00CF30B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Н.Г. Колодина</w:t>
      </w:r>
    </w:p>
    <w:p w:rsidR="008B787F" w:rsidRDefault="008B787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8B787F" w:rsidRDefault="008B787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8B787F" w:rsidRDefault="008B787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8B787F" w:rsidRDefault="008B787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8B787F" w:rsidRDefault="008B787F" w:rsidP="00C7564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787F" w:rsidRDefault="008B787F" w:rsidP="00C7564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787F" w:rsidRDefault="008B787F" w:rsidP="00C7564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787F" w:rsidRDefault="008B787F" w:rsidP="00C7564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787F" w:rsidRDefault="008B787F" w:rsidP="00C7564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787F" w:rsidRDefault="008B787F" w:rsidP="00C7564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787F" w:rsidRDefault="008B787F" w:rsidP="00C7564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787F" w:rsidRDefault="008B787F" w:rsidP="00C7564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787F" w:rsidRDefault="008B787F" w:rsidP="00C7564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787F" w:rsidRPr="004C21FE" w:rsidRDefault="008B787F" w:rsidP="004677A6">
      <w:pPr>
        <w:jc w:val="center"/>
        <w:rPr>
          <w:b/>
          <w:bCs/>
          <w:sz w:val="28"/>
          <w:szCs w:val="28"/>
        </w:rPr>
      </w:pPr>
      <w:r w:rsidRPr="004C21FE">
        <w:rPr>
          <w:b/>
          <w:bCs/>
          <w:sz w:val="28"/>
          <w:szCs w:val="28"/>
        </w:rPr>
        <w:t>ЛИСТ СОГЛАСОВАНИЯ</w:t>
      </w:r>
    </w:p>
    <w:p w:rsidR="008B787F" w:rsidRPr="004C21FE" w:rsidRDefault="008B787F" w:rsidP="004677A6">
      <w:pPr>
        <w:jc w:val="center"/>
        <w:rPr>
          <w:b/>
          <w:bCs/>
          <w:sz w:val="28"/>
          <w:szCs w:val="28"/>
        </w:rPr>
      </w:pPr>
    </w:p>
    <w:p w:rsidR="008B787F" w:rsidRPr="004C21FE" w:rsidRDefault="008B787F" w:rsidP="004677A6">
      <w:pPr>
        <w:jc w:val="center"/>
        <w:rPr>
          <w:sz w:val="28"/>
          <w:szCs w:val="28"/>
        </w:rPr>
      </w:pPr>
      <w:r w:rsidRPr="004C21FE">
        <w:rPr>
          <w:sz w:val="28"/>
          <w:szCs w:val="28"/>
        </w:rPr>
        <w:t>проекта постановления администрации Запорожского сельского поселения</w:t>
      </w:r>
    </w:p>
    <w:p w:rsidR="008B787F" w:rsidRPr="004C21FE" w:rsidRDefault="008B787F" w:rsidP="004677A6">
      <w:pPr>
        <w:jc w:val="center"/>
        <w:rPr>
          <w:sz w:val="28"/>
          <w:szCs w:val="28"/>
        </w:rPr>
      </w:pPr>
      <w:r w:rsidRPr="004C21FE">
        <w:rPr>
          <w:sz w:val="28"/>
          <w:szCs w:val="28"/>
        </w:rPr>
        <w:t>Темрюкского района</w:t>
      </w:r>
    </w:p>
    <w:p w:rsidR="008B787F" w:rsidRPr="004C21FE" w:rsidRDefault="008B787F" w:rsidP="006530BA">
      <w:pPr>
        <w:rPr>
          <w:sz w:val="28"/>
          <w:szCs w:val="28"/>
        </w:rPr>
      </w:pPr>
      <w:r>
        <w:rPr>
          <w:noProof/>
          <w:lang w:eastAsia="ru-RU"/>
        </w:rPr>
        <w:pict>
          <v:line id="_x0000_s1026" style="position:absolute;z-index:251658240" from="171pt,15.25pt" to="279pt,15.25pt"/>
        </w:pict>
      </w:r>
      <w:r>
        <w:rPr>
          <w:noProof/>
          <w:lang w:eastAsia="ru-RU"/>
        </w:rPr>
        <w:pict>
          <v:line id="_x0000_s1027" style="position:absolute;z-index:251659264" from="315pt,15.25pt" to="342pt,15.25pt"/>
        </w:pict>
      </w:r>
      <w:r w:rsidRPr="004C21FE">
        <w:rPr>
          <w:sz w:val="28"/>
          <w:szCs w:val="28"/>
        </w:rPr>
        <w:t xml:space="preserve">                                            от  </w:t>
      </w:r>
      <w:r w:rsidRPr="004C21FE">
        <w:rPr>
          <w:sz w:val="28"/>
          <w:szCs w:val="28"/>
        </w:rPr>
        <w:tab/>
        <w:t xml:space="preserve">   </w:t>
      </w:r>
      <w:r>
        <w:rPr>
          <w:i/>
          <w:iCs/>
          <w:sz w:val="28"/>
          <w:szCs w:val="28"/>
        </w:rPr>
        <w:t xml:space="preserve">   28.04</w:t>
      </w:r>
      <w:r w:rsidRPr="004C21FE">
        <w:rPr>
          <w:i/>
          <w:iCs/>
          <w:sz w:val="28"/>
          <w:szCs w:val="28"/>
        </w:rPr>
        <w:t xml:space="preserve">.2015          </w:t>
      </w:r>
      <w:r w:rsidRPr="004C21FE">
        <w:rPr>
          <w:sz w:val="28"/>
          <w:szCs w:val="28"/>
        </w:rPr>
        <w:t xml:space="preserve">№ </w:t>
      </w:r>
      <w:r w:rsidRPr="004C21FE">
        <w:rPr>
          <w:sz w:val="28"/>
          <w:szCs w:val="28"/>
        </w:rPr>
        <w:tab/>
      </w:r>
      <w:r>
        <w:rPr>
          <w:i/>
          <w:iCs/>
          <w:sz w:val="28"/>
          <w:szCs w:val="28"/>
        </w:rPr>
        <w:t xml:space="preserve"> 199</w:t>
      </w:r>
      <w:r w:rsidRPr="004C21FE">
        <w:rPr>
          <w:i/>
          <w:iCs/>
          <w:sz w:val="28"/>
          <w:szCs w:val="28"/>
        </w:rPr>
        <w:t xml:space="preserve">     </w:t>
      </w:r>
    </w:p>
    <w:p w:rsidR="008B787F" w:rsidRPr="006530BA" w:rsidRDefault="008B787F" w:rsidP="004C21FE">
      <w:pPr>
        <w:jc w:val="center"/>
        <w:rPr>
          <w:sz w:val="28"/>
          <w:szCs w:val="28"/>
        </w:rPr>
      </w:pPr>
      <w:r w:rsidRPr="006530BA">
        <w:rPr>
          <w:sz w:val="28"/>
          <w:szCs w:val="28"/>
        </w:rPr>
        <w:t>«Об утверждении муниципальной программы  «О подготовке  градостроительной и землеустроительной документации</w:t>
      </w:r>
    </w:p>
    <w:p w:rsidR="008B787F" w:rsidRPr="006530BA" w:rsidRDefault="008B787F" w:rsidP="004C21FE">
      <w:pPr>
        <w:jc w:val="center"/>
        <w:rPr>
          <w:sz w:val="28"/>
          <w:szCs w:val="28"/>
        </w:rPr>
      </w:pPr>
      <w:r w:rsidRPr="006530BA">
        <w:rPr>
          <w:sz w:val="28"/>
          <w:szCs w:val="28"/>
        </w:rPr>
        <w:t>на территории Запорожского  сельского поселения</w:t>
      </w:r>
    </w:p>
    <w:p w:rsidR="008B787F" w:rsidRPr="006530BA" w:rsidRDefault="008B787F" w:rsidP="004C21FE">
      <w:pPr>
        <w:jc w:val="center"/>
        <w:rPr>
          <w:sz w:val="28"/>
          <w:szCs w:val="28"/>
        </w:rPr>
      </w:pPr>
      <w:r w:rsidRPr="006530BA">
        <w:rPr>
          <w:sz w:val="28"/>
          <w:szCs w:val="28"/>
        </w:rPr>
        <w:t>Темрюкского района» на 2015 год»</w:t>
      </w:r>
    </w:p>
    <w:p w:rsidR="008B787F" w:rsidRPr="004C21FE" w:rsidRDefault="008B787F" w:rsidP="004677A6">
      <w:pPr>
        <w:jc w:val="center"/>
        <w:rPr>
          <w:sz w:val="28"/>
          <w:szCs w:val="28"/>
        </w:rPr>
      </w:pPr>
    </w:p>
    <w:p w:rsidR="008B787F" w:rsidRPr="004C21FE" w:rsidRDefault="008B787F" w:rsidP="004677A6">
      <w:pPr>
        <w:rPr>
          <w:sz w:val="28"/>
          <w:szCs w:val="28"/>
        </w:rPr>
      </w:pPr>
    </w:p>
    <w:p w:rsidR="008B787F" w:rsidRPr="004C21FE" w:rsidRDefault="008B787F" w:rsidP="004677A6">
      <w:pPr>
        <w:rPr>
          <w:sz w:val="28"/>
          <w:szCs w:val="28"/>
        </w:rPr>
      </w:pPr>
    </w:p>
    <w:p w:rsidR="008B787F" w:rsidRPr="004C21FE" w:rsidRDefault="008B787F" w:rsidP="004677A6">
      <w:pPr>
        <w:rPr>
          <w:sz w:val="28"/>
          <w:szCs w:val="28"/>
        </w:rPr>
      </w:pPr>
      <w:r w:rsidRPr="004C21FE">
        <w:rPr>
          <w:sz w:val="28"/>
          <w:szCs w:val="28"/>
        </w:rPr>
        <w:t>Проект внесен и составлен:</w:t>
      </w:r>
    </w:p>
    <w:p w:rsidR="008B787F" w:rsidRPr="004C21FE" w:rsidRDefault="008B787F" w:rsidP="004677A6">
      <w:pPr>
        <w:rPr>
          <w:sz w:val="28"/>
          <w:szCs w:val="28"/>
        </w:rPr>
      </w:pPr>
      <w:r w:rsidRPr="004C21FE">
        <w:rPr>
          <w:sz w:val="28"/>
          <w:szCs w:val="28"/>
        </w:rPr>
        <w:t>Начальник финансового отдела                                                              С.Н.Кихаева</w:t>
      </w:r>
    </w:p>
    <w:p w:rsidR="008B787F" w:rsidRPr="004C21FE" w:rsidRDefault="008B787F" w:rsidP="004677A6">
      <w:pPr>
        <w:rPr>
          <w:sz w:val="28"/>
          <w:szCs w:val="28"/>
        </w:rPr>
      </w:pPr>
    </w:p>
    <w:p w:rsidR="008B787F" w:rsidRPr="004C21FE" w:rsidRDefault="008B787F" w:rsidP="004677A6">
      <w:pPr>
        <w:rPr>
          <w:sz w:val="28"/>
          <w:szCs w:val="28"/>
        </w:rPr>
      </w:pPr>
    </w:p>
    <w:p w:rsidR="008B787F" w:rsidRPr="004C21FE" w:rsidRDefault="008B787F" w:rsidP="004677A6">
      <w:pPr>
        <w:rPr>
          <w:sz w:val="28"/>
          <w:szCs w:val="28"/>
        </w:rPr>
      </w:pPr>
    </w:p>
    <w:p w:rsidR="008B787F" w:rsidRPr="004C21FE" w:rsidRDefault="008B787F" w:rsidP="004677A6">
      <w:pPr>
        <w:rPr>
          <w:sz w:val="28"/>
          <w:szCs w:val="28"/>
        </w:rPr>
      </w:pPr>
      <w:r w:rsidRPr="004C21FE">
        <w:rPr>
          <w:sz w:val="28"/>
          <w:szCs w:val="28"/>
        </w:rPr>
        <w:t>Проект согласован:</w:t>
      </w:r>
    </w:p>
    <w:p w:rsidR="008B787F" w:rsidRPr="004C21FE" w:rsidRDefault="008B787F" w:rsidP="004677A6">
      <w:pPr>
        <w:rPr>
          <w:sz w:val="28"/>
          <w:szCs w:val="28"/>
        </w:rPr>
      </w:pPr>
      <w:r w:rsidRPr="004C21FE">
        <w:rPr>
          <w:sz w:val="28"/>
          <w:szCs w:val="28"/>
        </w:rPr>
        <w:t>Заместитель главы</w:t>
      </w:r>
    </w:p>
    <w:p w:rsidR="008B787F" w:rsidRPr="004C21FE" w:rsidRDefault="008B787F" w:rsidP="004677A6">
      <w:pPr>
        <w:rPr>
          <w:sz w:val="28"/>
          <w:szCs w:val="28"/>
        </w:rPr>
      </w:pPr>
      <w:r w:rsidRPr="004C21FE">
        <w:rPr>
          <w:sz w:val="28"/>
          <w:szCs w:val="28"/>
        </w:rPr>
        <w:t xml:space="preserve">Запорожского сельского поселения </w:t>
      </w:r>
    </w:p>
    <w:p w:rsidR="008B787F" w:rsidRPr="004C21FE" w:rsidRDefault="008B787F" w:rsidP="004677A6">
      <w:pPr>
        <w:rPr>
          <w:sz w:val="28"/>
          <w:szCs w:val="28"/>
        </w:rPr>
      </w:pPr>
      <w:r w:rsidRPr="004C21FE">
        <w:rPr>
          <w:sz w:val="28"/>
          <w:szCs w:val="28"/>
        </w:rPr>
        <w:t>Темрюкского района                                                                      В.В.Полтораченко</w:t>
      </w:r>
    </w:p>
    <w:p w:rsidR="008B787F" w:rsidRPr="004C21FE" w:rsidRDefault="008B787F" w:rsidP="004677A6">
      <w:pPr>
        <w:rPr>
          <w:sz w:val="28"/>
          <w:szCs w:val="28"/>
        </w:rPr>
      </w:pPr>
    </w:p>
    <w:p w:rsidR="008B787F" w:rsidRPr="004C21FE" w:rsidRDefault="008B787F" w:rsidP="004677A6">
      <w:pPr>
        <w:rPr>
          <w:sz w:val="28"/>
          <w:szCs w:val="28"/>
        </w:rPr>
      </w:pPr>
    </w:p>
    <w:p w:rsidR="008B787F" w:rsidRPr="004C21FE" w:rsidRDefault="008B787F" w:rsidP="004677A6">
      <w:pPr>
        <w:rPr>
          <w:sz w:val="28"/>
          <w:szCs w:val="28"/>
        </w:rPr>
      </w:pPr>
    </w:p>
    <w:p w:rsidR="008B787F" w:rsidRPr="004C21FE" w:rsidRDefault="008B787F" w:rsidP="004677A6">
      <w:pPr>
        <w:rPr>
          <w:sz w:val="28"/>
          <w:szCs w:val="28"/>
        </w:rPr>
      </w:pPr>
    </w:p>
    <w:p w:rsidR="008B787F" w:rsidRPr="004C21FE" w:rsidRDefault="008B787F" w:rsidP="004677A6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  <w:r w:rsidRPr="004C21FE">
        <w:rPr>
          <w:sz w:val="28"/>
          <w:szCs w:val="28"/>
        </w:rPr>
        <w:t>Начальник общего отдела                                                                    А.Ю.Яковлева</w:t>
      </w:r>
    </w:p>
    <w:p w:rsidR="008B787F" w:rsidRPr="004C21FE" w:rsidRDefault="008B787F" w:rsidP="004677A6">
      <w:pPr>
        <w:rPr>
          <w:sz w:val="28"/>
          <w:szCs w:val="28"/>
        </w:rPr>
      </w:pPr>
    </w:p>
    <w:p w:rsidR="008B787F" w:rsidRPr="004C21FE" w:rsidRDefault="008B787F" w:rsidP="004677A6">
      <w:pPr>
        <w:rPr>
          <w:sz w:val="28"/>
          <w:szCs w:val="28"/>
        </w:rPr>
      </w:pPr>
    </w:p>
    <w:p w:rsidR="008B787F" w:rsidRPr="00734D27" w:rsidRDefault="008B787F" w:rsidP="004677A6">
      <w:pPr>
        <w:jc w:val="center"/>
      </w:pPr>
    </w:p>
    <w:p w:rsidR="008B787F" w:rsidRDefault="008B787F" w:rsidP="003D703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вопросам </w:t>
      </w:r>
    </w:p>
    <w:p w:rsidR="008B787F" w:rsidRDefault="008B787F" w:rsidP="003D703D">
      <w:pPr>
        <w:rPr>
          <w:sz w:val="28"/>
          <w:szCs w:val="28"/>
        </w:rPr>
      </w:pPr>
      <w:r>
        <w:rPr>
          <w:sz w:val="28"/>
          <w:szCs w:val="28"/>
        </w:rPr>
        <w:t xml:space="preserve">архитектуры, градостроительства  </w:t>
      </w:r>
    </w:p>
    <w:p w:rsidR="008B787F" w:rsidRDefault="008B787F" w:rsidP="003D703D">
      <w:r>
        <w:rPr>
          <w:sz w:val="28"/>
          <w:szCs w:val="28"/>
        </w:rPr>
        <w:t>и земельных отношений                                                                                А.В.Вовк</w:t>
      </w:r>
    </w:p>
    <w:sectPr w:rsidR="008B787F" w:rsidSect="00774B1B">
      <w:pgSz w:w="11906" w:h="16838"/>
      <w:pgMar w:top="284" w:right="567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530B4"/>
    <w:rsid w:val="000A26AD"/>
    <w:rsid w:val="000E6CEB"/>
    <w:rsid w:val="00120B51"/>
    <w:rsid w:val="00155420"/>
    <w:rsid w:val="00196608"/>
    <w:rsid w:val="001D75E9"/>
    <w:rsid w:val="001E5DE9"/>
    <w:rsid w:val="002306C4"/>
    <w:rsid w:val="002B7A1B"/>
    <w:rsid w:val="002E3AE6"/>
    <w:rsid w:val="003B178B"/>
    <w:rsid w:val="003C6DB3"/>
    <w:rsid w:val="003D703D"/>
    <w:rsid w:val="003D724C"/>
    <w:rsid w:val="004677A6"/>
    <w:rsid w:val="004C206A"/>
    <w:rsid w:val="004C21FE"/>
    <w:rsid w:val="004E024E"/>
    <w:rsid w:val="00556FF3"/>
    <w:rsid w:val="00582D9E"/>
    <w:rsid w:val="005A1B56"/>
    <w:rsid w:val="005F52EC"/>
    <w:rsid w:val="00600EE6"/>
    <w:rsid w:val="006530BA"/>
    <w:rsid w:val="0066344F"/>
    <w:rsid w:val="006773CB"/>
    <w:rsid w:val="006D180A"/>
    <w:rsid w:val="00734D27"/>
    <w:rsid w:val="00765045"/>
    <w:rsid w:val="00774B1B"/>
    <w:rsid w:val="007A7781"/>
    <w:rsid w:val="007C40D3"/>
    <w:rsid w:val="00815036"/>
    <w:rsid w:val="008711D3"/>
    <w:rsid w:val="008B787F"/>
    <w:rsid w:val="009245D4"/>
    <w:rsid w:val="00931AD4"/>
    <w:rsid w:val="009533BD"/>
    <w:rsid w:val="00AB2F56"/>
    <w:rsid w:val="00B4154C"/>
    <w:rsid w:val="00B73FAE"/>
    <w:rsid w:val="00BA73C1"/>
    <w:rsid w:val="00BD4C83"/>
    <w:rsid w:val="00BF42EF"/>
    <w:rsid w:val="00C17DB0"/>
    <w:rsid w:val="00C261B7"/>
    <w:rsid w:val="00C7564B"/>
    <w:rsid w:val="00CC40B3"/>
    <w:rsid w:val="00CD4BD2"/>
    <w:rsid w:val="00CF30B2"/>
    <w:rsid w:val="00CF3E09"/>
    <w:rsid w:val="00D2222F"/>
    <w:rsid w:val="00D87525"/>
    <w:rsid w:val="00DB243F"/>
    <w:rsid w:val="00DE4AEA"/>
    <w:rsid w:val="00DE69B2"/>
    <w:rsid w:val="00E478A2"/>
    <w:rsid w:val="00E611B7"/>
    <w:rsid w:val="00E702A9"/>
    <w:rsid w:val="00EA1EB4"/>
    <w:rsid w:val="00F149D4"/>
    <w:rsid w:val="00F45753"/>
    <w:rsid w:val="00F84A4B"/>
    <w:rsid w:val="00FA1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677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6FF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6FF3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">
    <w:name w:val="Основной шрифт абзаца1"/>
    <w:uiPriority w:val="99"/>
    <w:rsid w:val="00774B1B"/>
  </w:style>
  <w:style w:type="character" w:styleId="PageNumber">
    <w:name w:val="page number"/>
    <w:basedOn w:val="1"/>
    <w:uiPriority w:val="99"/>
    <w:rsid w:val="00774B1B"/>
  </w:style>
  <w:style w:type="paragraph" w:customStyle="1" w:styleId="a">
    <w:name w:val="Заголовок"/>
    <w:basedOn w:val="Normal"/>
    <w:next w:val="BodyText"/>
    <w:uiPriority w:val="99"/>
    <w:rsid w:val="00774B1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74B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6FF3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774B1B"/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774B1B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774B1B"/>
    <w:pPr>
      <w:suppressLineNumbers/>
    </w:pPr>
    <w:rPr>
      <w:rFonts w:ascii="Arial" w:hAnsi="Arial" w:cs="Arial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74B1B"/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6FF3"/>
    <w:rPr>
      <w:rFonts w:ascii="Cambria" w:hAnsi="Cambria" w:cs="Cambria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6FF3"/>
    <w:rPr>
      <w:sz w:val="24"/>
      <w:szCs w:val="24"/>
      <w:lang w:eastAsia="ar-SA" w:bidi="ar-SA"/>
    </w:rPr>
  </w:style>
  <w:style w:type="paragraph" w:customStyle="1" w:styleId="a0">
    <w:name w:val="Знак Знак Знак Знак"/>
    <w:basedOn w:val="Normal"/>
    <w:uiPriority w:val="99"/>
    <w:rsid w:val="00774B1B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6FF3"/>
    <w:rPr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C75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236</TotalTime>
  <Pages>2</Pages>
  <Words>349</Words>
  <Characters>1992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USER5</cp:lastModifiedBy>
  <cp:revision>29</cp:revision>
  <cp:lastPrinted>2015-04-28T14:40:00Z</cp:lastPrinted>
  <dcterms:created xsi:type="dcterms:W3CDTF">2014-07-04T04:33:00Z</dcterms:created>
  <dcterms:modified xsi:type="dcterms:W3CDTF">2015-04-28T14:40:00Z</dcterms:modified>
</cp:coreProperties>
</file>