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29" w:rsidRDefault="00A33129" w:rsidP="00120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1</w:t>
      </w:r>
    </w:p>
    <w:p w:rsidR="00A33129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33129" w:rsidRPr="00891010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89101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129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A33129" w:rsidRPr="00891010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33129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 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Pr="00F36B2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:rsidR="00A33129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F36B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33129" w:rsidRDefault="00A33129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91010">
        <w:rPr>
          <w:rFonts w:ascii="Times New Roman" w:hAnsi="Times New Roman" w:cs="Times New Roman"/>
          <w:sz w:val="28"/>
          <w:szCs w:val="28"/>
        </w:rPr>
        <w:t xml:space="preserve">ногоквартирных домов, расположенных на территории </w:t>
      </w:r>
    </w:p>
    <w:p w:rsidR="00A33129" w:rsidRPr="00891010" w:rsidRDefault="00A33129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</w:p>
    <w:p w:rsidR="00A33129" w:rsidRDefault="00A33129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F36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6059"/>
        <w:gridCol w:w="2694"/>
      </w:tblGrid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 ул.Южакова дом № 7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ул.Южакова дом № 5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край, Темрюкский район пос.Ильич ул.Южакова дом № 3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 Темрюкский район пос.Ильич ул. Ленина дом 41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353548, Краснодарский край Темрюкский район пос.Ильич ул. Школьная дом 38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пер.Партизанский дом 3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3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3а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дом 5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 Ленина дом 16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Мицкого дом 4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Набережная дом 12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29" w:rsidRPr="00F36B26">
        <w:tc>
          <w:tcPr>
            <w:tcW w:w="9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9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26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ул.Набережная дом 13</w:t>
            </w:r>
          </w:p>
        </w:tc>
        <w:tc>
          <w:tcPr>
            <w:tcW w:w="2694" w:type="dxa"/>
          </w:tcPr>
          <w:p w:rsidR="00A33129" w:rsidRPr="00F36B26" w:rsidRDefault="00A33129" w:rsidP="004172F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3129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129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33129" w:rsidRPr="00891010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A33129" w:rsidRPr="00891010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0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1010">
        <w:rPr>
          <w:rFonts w:ascii="Times New Roman" w:hAnsi="Times New Roman" w:cs="Times New Roman"/>
          <w:sz w:val="28"/>
          <w:szCs w:val="28"/>
        </w:rPr>
        <w:t xml:space="preserve">           У.Л.Савина</w:t>
      </w:r>
    </w:p>
    <w:p w:rsidR="00A33129" w:rsidRPr="00891010" w:rsidRDefault="00A33129" w:rsidP="00F36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129" w:rsidRPr="00891010" w:rsidRDefault="00A33129" w:rsidP="00B916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3129" w:rsidRPr="00891010" w:rsidSect="00120594">
      <w:pgSz w:w="11906" w:h="16838"/>
      <w:pgMar w:top="1135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D083F"/>
    <w:multiLevelType w:val="hybridMultilevel"/>
    <w:tmpl w:val="D4881628"/>
    <w:lvl w:ilvl="0" w:tplc="5D1A4C3A">
      <w:start w:val="1"/>
      <w:numFmt w:val="decimal"/>
      <w:lvlText w:val="%1."/>
      <w:lvlJc w:val="left"/>
      <w:pPr>
        <w:ind w:left="2295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E1EF0"/>
    <w:rsid w:val="001044FA"/>
    <w:rsid w:val="00120594"/>
    <w:rsid w:val="00240EE0"/>
    <w:rsid w:val="002445AA"/>
    <w:rsid w:val="00265F14"/>
    <w:rsid w:val="003D6D60"/>
    <w:rsid w:val="004101F7"/>
    <w:rsid w:val="004172F6"/>
    <w:rsid w:val="004757DE"/>
    <w:rsid w:val="00546B15"/>
    <w:rsid w:val="00696761"/>
    <w:rsid w:val="00742A09"/>
    <w:rsid w:val="007968CF"/>
    <w:rsid w:val="008673B5"/>
    <w:rsid w:val="00891010"/>
    <w:rsid w:val="009152F3"/>
    <w:rsid w:val="0097582F"/>
    <w:rsid w:val="00A33129"/>
    <w:rsid w:val="00A920E2"/>
    <w:rsid w:val="00A96515"/>
    <w:rsid w:val="00B25FB6"/>
    <w:rsid w:val="00B26C48"/>
    <w:rsid w:val="00B36927"/>
    <w:rsid w:val="00B67ED0"/>
    <w:rsid w:val="00B916F6"/>
    <w:rsid w:val="00C75AB6"/>
    <w:rsid w:val="00D84EDF"/>
    <w:rsid w:val="00DA6E7A"/>
    <w:rsid w:val="00E072B4"/>
    <w:rsid w:val="00E555CA"/>
    <w:rsid w:val="00E729AB"/>
    <w:rsid w:val="00E80259"/>
    <w:rsid w:val="00EB600F"/>
    <w:rsid w:val="00F27718"/>
    <w:rsid w:val="00F3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table" w:styleId="TableGrid">
    <w:name w:val="Table Grid"/>
    <w:basedOn w:val="TableNormal"/>
    <w:uiPriority w:val="99"/>
    <w:rsid w:val="00B3692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233</Words>
  <Characters>1331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юрист</cp:lastModifiedBy>
  <cp:revision>6</cp:revision>
  <dcterms:created xsi:type="dcterms:W3CDTF">2013-10-16T11:38:00Z</dcterms:created>
  <dcterms:modified xsi:type="dcterms:W3CDTF">2013-12-24T13:12:00Z</dcterms:modified>
</cp:coreProperties>
</file>