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92E" w:rsidRDefault="007D692E" w:rsidP="00BF71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7D692E" w:rsidRDefault="007D692E" w:rsidP="00BF71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ЗАПОРОЖСКОГО СЕЛЬСКОГО ПОСЕЛЕНИЯ </w:t>
      </w:r>
    </w:p>
    <w:p w:rsidR="007D692E" w:rsidRDefault="007D692E" w:rsidP="00BF71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7D692E" w:rsidRDefault="007D692E" w:rsidP="00BF7158">
      <w:pPr>
        <w:rPr>
          <w:b/>
          <w:bCs/>
          <w:sz w:val="28"/>
          <w:szCs w:val="28"/>
        </w:rPr>
      </w:pPr>
    </w:p>
    <w:p w:rsidR="007D692E" w:rsidRPr="008B3360" w:rsidRDefault="007D692E" w:rsidP="008557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Е Ш Е Н И Е  № </w:t>
      </w:r>
    </w:p>
    <w:p w:rsidR="007D692E" w:rsidRDefault="007D692E" w:rsidP="00BF7158">
      <w:pPr>
        <w:jc w:val="center"/>
        <w:rPr>
          <w:b/>
          <w:bCs/>
          <w:sz w:val="28"/>
          <w:szCs w:val="28"/>
        </w:rPr>
      </w:pPr>
    </w:p>
    <w:p w:rsidR="007D692E" w:rsidRDefault="007D692E" w:rsidP="00BF7158">
      <w:pPr>
        <w:rPr>
          <w:sz w:val="28"/>
          <w:szCs w:val="28"/>
        </w:rPr>
      </w:pPr>
      <w:r w:rsidRPr="006D1A7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_______ сессия                                                                                </w:t>
      </w:r>
      <w:r w:rsidRPr="007A0EDE"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  </w:t>
      </w:r>
    </w:p>
    <w:p w:rsidR="007D692E" w:rsidRDefault="007D692E" w:rsidP="00BF7158">
      <w:pPr>
        <w:rPr>
          <w:sz w:val="28"/>
          <w:szCs w:val="28"/>
        </w:rPr>
      </w:pPr>
    </w:p>
    <w:p w:rsidR="007D692E" w:rsidRDefault="007D692E" w:rsidP="00BF7158">
      <w:pPr>
        <w:rPr>
          <w:sz w:val="28"/>
          <w:szCs w:val="28"/>
        </w:rPr>
      </w:pPr>
      <w:r>
        <w:rPr>
          <w:sz w:val="28"/>
          <w:szCs w:val="28"/>
        </w:rPr>
        <w:t xml:space="preserve">« ___» _______ 2013 года                                                               </w:t>
      </w:r>
      <w:r w:rsidRPr="007A0EDE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ст. Запорожская       </w:t>
      </w:r>
    </w:p>
    <w:p w:rsidR="007D692E" w:rsidRDefault="007D692E" w:rsidP="00BF7158">
      <w:pPr>
        <w:jc w:val="center"/>
        <w:rPr>
          <w:sz w:val="28"/>
          <w:szCs w:val="28"/>
        </w:rPr>
      </w:pPr>
    </w:p>
    <w:p w:rsidR="007D692E" w:rsidRDefault="007D692E" w:rsidP="00BF71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тарифов на услуги, оказываемые </w:t>
      </w:r>
    </w:p>
    <w:p w:rsidR="007D692E" w:rsidRDefault="007D692E" w:rsidP="00422BB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МУП «ЖКХ-Запорожское» Темрюкского района на 2014 год</w:t>
      </w:r>
    </w:p>
    <w:p w:rsidR="007D692E" w:rsidRPr="00422BBF" w:rsidRDefault="007D692E" w:rsidP="00422BBF">
      <w:pPr>
        <w:jc w:val="center"/>
        <w:rPr>
          <w:b/>
          <w:bCs/>
          <w:sz w:val="28"/>
          <w:szCs w:val="28"/>
        </w:rPr>
      </w:pPr>
    </w:p>
    <w:p w:rsidR="007D692E" w:rsidRDefault="007D692E" w:rsidP="00BF71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целях совершенствования   системы оплаты жилья и коммунальных услуг, проведения единой политики формирования цен и тарифов на жилищно-коммунальные услуги, в соответствии с Уставом Запорожского сельского   поселения Темрюкского района, рассмотрев и обсудив представленные МУП «ЖКХ-Запорожское» тарифы и калькуляции на услуги, оказываемые муниципальным унитарным предприятием «ЖКХ-Запорожское» Совет Запорожского сельского поселения Темрюкского  района </w:t>
      </w:r>
    </w:p>
    <w:p w:rsidR="007D692E" w:rsidRDefault="007D692E" w:rsidP="00BF7158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7D692E" w:rsidRDefault="007D692E" w:rsidP="005170B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тарифы на услуги  МУП «ЖКХ-Запорожское" Темрюкского района Краснодарского края на 2014 год.</w:t>
      </w:r>
    </w:p>
    <w:p w:rsidR="007D692E" w:rsidRDefault="007D692E" w:rsidP="005170B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калькуляции, предоставленные МУП «ЖКХ-Запорожское» н услуги, оказываемые населению и организациям на 2014 год.</w:t>
      </w:r>
    </w:p>
    <w:p w:rsidR="007D692E" w:rsidRDefault="007D692E" w:rsidP="00BF7158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  <w:r>
        <w:rPr>
          <w:sz w:val="28"/>
          <w:szCs w:val="28"/>
          <w:lang w:val="en-US"/>
        </w:rPr>
        <w:t>L</w:t>
      </w:r>
      <w:r w:rsidRPr="008D6C3C">
        <w:rPr>
          <w:sz w:val="28"/>
          <w:szCs w:val="28"/>
        </w:rPr>
        <w:t xml:space="preserve"> </w:t>
      </w:r>
      <w:r w:rsidRPr="007A0EDE">
        <w:rPr>
          <w:sz w:val="28"/>
          <w:szCs w:val="28"/>
        </w:rPr>
        <w:t xml:space="preserve">сессии П созыва № </w:t>
      </w:r>
      <w:r w:rsidRPr="008D6C3C">
        <w:rPr>
          <w:sz w:val="28"/>
          <w:szCs w:val="28"/>
        </w:rPr>
        <w:t xml:space="preserve">203 </w:t>
      </w:r>
      <w:r w:rsidRPr="007A0EDE">
        <w:rPr>
          <w:sz w:val="28"/>
          <w:szCs w:val="28"/>
        </w:rPr>
        <w:t xml:space="preserve">от </w:t>
      </w:r>
      <w:r w:rsidRPr="008D6C3C">
        <w:rPr>
          <w:sz w:val="28"/>
          <w:szCs w:val="28"/>
        </w:rPr>
        <w:t xml:space="preserve">22 </w:t>
      </w:r>
      <w:r>
        <w:rPr>
          <w:sz w:val="28"/>
          <w:szCs w:val="28"/>
        </w:rPr>
        <w:t>ноября года «Об утверждении тарифов на услуги МУП «ЖКХ-Запорожское» Темрюкского района на 2013 год считать утратившим силу.</w:t>
      </w:r>
    </w:p>
    <w:p w:rsidR="007D692E" w:rsidRDefault="007D692E" w:rsidP="00BF7158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МУП «ЖКХ-Запорожское» Темрюкского района Краснодарского края информировать в письменной форме население об изменении размера оплаты за услуги в соответствии с п.13 ст. 15 Жилищного кодекса Российской Федерации.</w:t>
      </w:r>
    </w:p>
    <w:p w:rsidR="007D692E" w:rsidRDefault="007D692E" w:rsidP="00BF7158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возложить на заместителя главы администрации Запорожского сельского поселения Темрюкского района А.Б. Костина и на директора МУП «ЖКХ-Запорожское» Ю.М.Найданова.</w:t>
      </w:r>
    </w:p>
    <w:p w:rsidR="007D692E" w:rsidRDefault="007D692E" w:rsidP="00BF7158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2014 года, но не ранее, чем по истечении одного месяца со дня его официального опубликования.</w:t>
      </w:r>
    </w:p>
    <w:p w:rsidR="007D692E" w:rsidRDefault="007D692E" w:rsidP="00BF7158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газете «Тамань».</w:t>
      </w:r>
    </w:p>
    <w:p w:rsidR="007D692E" w:rsidRDefault="007D692E" w:rsidP="00422BBF">
      <w:pPr>
        <w:rPr>
          <w:sz w:val="28"/>
          <w:szCs w:val="28"/>
        </w:rPr>
      </w:pPr>
    </w:p>
    <w:p w:rsidR="007D692E" w:rsidRDefault="007D692E" w:rsidP="00422BBF">
      <w:pPr>
        <w:rPr>
          <w:sz w:val="28"/>
          <w:szCs w:val="28"/>
        </w:rPr>
      </w:pPr>
      <w:r>
        <w:rPr>
          <w:sz w:val="28"/>
          <w:szCs w:val="28"/>
        </w:rPr>
        <w:t>Глава Запорожского сельского поселения</w:t>
      </w:r>
    </w:p>
    <w:p w:rsidR="007D692E" w:rsidRPr="00422BBF" w:rsidRDefault="007D692E" w:rsidP="007A0EDE">
      <w:pPr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>
        <w:rPr>
          <w:sz w:val="28"/>
          <w:szCs w:val="28"/>
        </w:rPr>
        <w:tab/>
        <w:t xml:space="preserve">            А.Г. Толстокорый</w:t>
      </w:r>
    </w:p>
    <w:sectPr w:rsidR="007D692E" w:rsidRPr="00422BBF" w:rsidSect="00BF715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D52A5"/>
    <w:multiLevelType w:val="multilevel"/>
    <w:tmpl w:val="777C4522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>
    <w:nsid w:val="3FD17357"/>
    <w:multiLevelType w:val="multilevel"/>
    <w:tmpl w:val="1EA4E6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395" w:hanging="480"/>
      </w:pPr>
    </w:lvl>
    <w:lvl w:ilvl="2">
      <w:start w:val="1"/>
      <w:numFmt w:val="decimal"/>
      <w:isLgl/>
      <w:lvlText w:val="%1.%2.%3"/>
      <w:lvlJc w:val="left"/>
      <w:pPr>
        <w:ind w:left="2550" w:hanging="720"/>
      </w:pPr>
    </w:lvl>
    <w:lvl w:ilvl="3">
      <w:start w:val="1"/>
      <w:numFmt w:val="decimal"/>
      <w:isLgl/>
      <w:lvlText w:val="%1.%2.%3.%4"/>
      <w:lvlJc w:val="left"/>
      <w:pPr>
        <w:ind w:left="3825" w:hanging="1080"/>
      </w:pPr>
    </w:lvl>
    <w:lvl w:ilvl="4">
      <w:start w:val="1"/>
      <w:numFmt w:val="decimal"/>
      <w:isLgl/>
      <w:lvlText w:val="%1.%2.%3.%4.%5"/>
      <w:lvlJc w:val="left"/>
      <w:pPr>
        <w:ind w:left="4740" w:hanging="1080"/>
      </w:pPr>
    </w:lvl>
    <w:lvl w:ilvl="5">
      <w:start w:val="1"/>
      <w:numFmt w:val="decimal"/>
      <w:isLgl/>
      <w:lvlText w:val="%1.%2.%3.%4.%5.%6"/>
      <w:lvlJc w:val="left"/>
      <w:pPr>
        <w:ind w:left="6015" w:hanging="1440"/>
      </w:pPr>
    </w:lvl>
    <w:lvl w:ilvl="6">
      <w:start w:val="1"/>
      <w:numFmt w:val="decimal"/>
      <w:isLgl/>
      <w:lvlText w:val="%1.%2.%3.%4.%5.%6.%7"/>
      <w:lvlJc w:val="left"/>
      <w:pPr>
        <w:ind w:left="6930" w:hanging="1440"/>
      </w:pPr>
    </w:lvl>
    <w:lvl w:ilvl="7">
      <w:start w:val="1"/>
      <w:numFmt w:val="decimal"/>
      <w:isLgl/>
      <w:lvlText w:val="%1.%2.%3.%4.%5.%6.%7.%8"/>
      <w:lvlJc w:val="left"/>
      <w:pPr>
        <w:ind w:left="8205" w:hanging="1800"/>
      </w:p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</w:lvl>
  </w:abstractNum>
  <w:abstractNum w:abstractNumId="2">
    <w:nsid w:val="750E7AFE"/>
    <w:multiLevelType w:val="multilevel"/>
    <w:tmpl w:val="7972B1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0F9D"/>
    <w:rsid w:val="00001636"/>
    <w:rsid w:val="000C38D3"/>
    <w:rsid w:val="001C2EC9"/>
    <w:rsid w:val="001D2BDF"/>
    <w:rsid w:val="001E4A7A"/>
    <w:rsid w:val="0022447E"/>
    <w:rsid w:val="00255DC8"/>
    <w:rsid w:val="002916FE"/>
    <w:rsid w:val="002C2E7B"/>
    <w:rsid w:val="002D1ADF"/>
    <w:rsid w:val="00301386"/>
    <w:rsid w:val="00384355"/>
    <w:rsid w:val="003B6092"/>
    <w:rsid w:val="00422BBF"/>
    <w:rsid w:val="00457771"/>
    <w:rsid w:val="004E131C"/>
    <w:rsid w:val="005170BA"/>
    <w:rsid w:val="0051735A"/>
    <w:rsid w:val="00576E00"/>
    <w:rsid w:val="006D1A7E"/>
    <w:rsid w:val="006E6836"/>
    <w:rsid w:val="007113A4"/>
    <w:rsid w:val="0072037D"/>
    <w:rsid w:val="00726488"/>
    <w:rsid w:val="007470A7"/>
    <w:rsid w:val="00751F8D"/>
    <w:rsid w:val="00773CED"/>
    <w:rsid w:val="007A0EDE"/>
    <w:rsid w:val="007C0F9D"/>
    <w:rsid w:val="007C77BE"/>
    <w:rsid w:val="007D692E"/>
    <w:rsid w:val="007F6A92"/>
    <w:rsid w:val="00802471"/>
    <w:rsid w:val="0085579D"/>
    <w:rsid w:val="008A29B1"/>
    <w:rsid w:val="008B3360"/>
    <w:rsid w:val="008D6C3C"/>
    <w:rsid w:val="00B4351E"/>
    <w:rsid w:val="00BA3603"/>
    <w:rsid w:val="00BF256F"/>
    <w:rsid w:val="00BF7158"/>
    <w:rsid w:val="00C22D98"/>
    <w:rsid w:val="00C646A7"/>
    <w:rsid w:val="00F415F6"/>
    <w:rsid w:val="00FD0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E7B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F715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9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299</Words>
  <Characters>1705</Characters>
  <Application>Microsoft Office Outlook</Application>
  <DocSecurity>0</DocSecurity>
  <Lines>0</Lines>
  <Paragraphs>0</Paragraphs>
  <ScaleCrop>false</ScaleCrop>
  <Company>fin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(по электронной почте)</dc:title>
  <dc:subject/>
  <dc:creator>Jernovaya</dc:creator>
  <cp:keywords/>
  <dc:description/>
  <cp:lastModifiedBy>юрист</cp:lastModifiedBy>
  <cp:revision>4</cp:revision>
  <cp:lastPrinted>2013-11-22T05:45:00Z</cp:lastPrinted>
  <dcterms:created xsi:type="dcterms:W3CDTF">2013-11-22T05:46:00Z</dcterms:created>
  <dcterms:modified xsi:type="dcterms:W3CDTF">2013-12-24T13:30:00Z</dcterms:modified>
</cp:coreProperties>
</file>